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0E" w:rsidRPr="009C383F" w:rsidRDefault="0058530E" w:rsidP="00B852CA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ab/>
      </w:r>
    </w:p>
    <w:p w:rsidR="0058530E" w:rsidRPr="009C383F" w:rsidRDefault="0058530E" w:rsidP="007851FC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к приказу Минсельхоза России</w:t>
      </w:r>
    </w:p>
    <w:p w:rsidR="0058530E" w:rsidRPr="009C383F" w:rsidRDefault="0058530E" w:rsidP="007851FC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4  декабря 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2013 г</w:t>
        </w:r>
      </w:smartTag>
      <w:r>
        <w:rPr>
          <w:rFonts w:ascii="Times New Roman" w:hAnsi="Times New Roman"/>
          <w:sz w:val="28"/>
          <w:szCs w:val="28"/>
        </w:rPr>
        <w:t>.  № 448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530E" w:rsidRDefault="0058530E" w:rsidP="00EF1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2"/>
      <w:bookmarkEnd w:id="1"/>
      <w:r w:rsidRPr="009C383F"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ОРЯДОК</w:t>
      </w:r>
      <w:r w:rsidRPr="009C383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8530E" w:rsidRPr="009C383F" w:rsidRDefault="0058530E" w:rsidP="00EF1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383F">
        <w:rPr>
          <w:rFonts w:ascii="Times New Roman" w:hAnsi="Times New Roman"/>
          <w:b/>
          <w:bCs/>
          <w:sz w:val="28"/>
          <w:szCs w:val="28"/>
        </w:rPr>
        <w:t>уведомления работодателя о фактах обращения в целях склонения работников организаций, созданных для выполнения задач, поставленных перед Министерством сельского хозяйства Российской Федерации, к совершению коррупционных правонарушений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I. Общие положения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 xml:space="preserve">Порядок уведомления работодателя о фактах обращения в целях склонения работников организаций, созданных для выполнения задач, поставленных перед </w:t>
      </w:r>
      <w:r w:rsidRPr="009C383F">
        <w:rPr>
          <w:rFonts w:ascii="Times New Roman" w:hAnsi="Times New Roman"/>
          <w:bCs/>
          <w:sz w:val="28"/>
          <w:szCs w:val="28"/>
        </w:rPr>
        <w:t>Министерством сельского хозяйства Российской Федерации</w:t>
      </w:r>
      <w:r w:rsidRPr="009C383F">
        <w:rPr>
          <w:rFonts w:ascii="Times New Roman" w:hAnsi="Times New Roman"/>
          <w:sz w:val="28"/>
          <w:szCs w:val="28"/>
        </w:rPr>
        <w:t>, к совершению коррупционных правонарушений (далее соответственно - о</w:t>
      </w:r>
      <w:r>
        <w:rPr>
          <w:rFonts w:ascii="Times New Roman" w:hAnsi="Times New Roman"/>
          <w:sz w:val="28"/>
          <w:szCs w:val="28"/>
        </w:rPr>
        <w:t>рганизации, работники, Порядок)</w:t>
      </w:r>
      <w:r w:rsidRPr="009C383F">
        <w:rPr>
          <w:rFonts w:ascii="Times New Roman" w:hAnsi="Times New Roman"/>
          <w:sz w:val="28"/>
          <w:szCs w:val="28"/>
        </w:rPr>
        <w:t xml:space="preserve"> разработан в соответствии со статьей 11.1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9C383F">
          <w:rPr>
            <w:rFonts w:ascii="Times New Roman" w:hAnsi="Times New Roman"/>
            <w:sz w:val="28"/>
            <w:szCs w:val="28"/>
          </w:rPr>
          <w:t>2008 г</w:t>
        </w:r>
      </w:smartTag>
      <w:r w:rsidRPr="009C383F">
        <w:rPr>
          <w:rFonts w:ascii="Times New Roman" w:hAnsi="Times New Roman"/>
          <w:sz w:val="28"/>
          <w:szCs w:val="28"/>
        </w:rPr>
        <w:t>. №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273-ФЗ «О противодействии коррупции»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6ED0">
        <w:rPr>
          <w:rFonts w:ascii="Times New Roman" w:hAnsi="Times New Roman"/>
          <w:sz w:val="28"/>
          <w:szCs w:val="28"/>
        </w:rPr>
        <w:t xml:space="preserve">(Собрание законодательства Российской Федерации, </w:t>
      </w:r>
      <w:r w:rsidRPr="00785E5A">
        <w:rPr>
          <w:rFonts w:ascii="Times New Roman" w:hAnsi="Times New Roman"/>
          <w:sz w:val="28"/>
          <w:szCs w:val="28"/>
        </w:rPr>
        <w:t xml:space="preserve">2008, № 52, ст. 6228; 2011, № 29, ст. 4291, № 48, </w:t>
      </w:r>
      <w:r>
        <w:rPr>
          <w:rFonts w:ascii="Times New Roman" w:hAnsi="Times New Roman"/>
          <w:sz w:val="28"/>
          <w:szCs w:val="28"/>
        </w:rPr>
        <w:br/>
      </w:r>
      <w:r w:rsidRPr="00785E5A">
        <w:rPr>
          <w:rFonts w:ascii="Times New Roman" w:hAnsi="Times New Roman"/>
          <w:sz w:val="28"/>
          <w:szCs w:val="28"/>
        </w:rPr>
        <w:t xml:space="preserve">ст. 6730; 2012, № 50, ст. 6954, № 53, ст. 7605; 2013, № 19, </w:t>
      </w:r>
      <w:r w:rsidRPr="00785E5A">
        <w:rPr>
          <w:rFonts w:ascii="Times New Roman" w:hAnsi="Times New Roman"/>
          <w:sz w:val="28"/>
          <w:szCs w:val="28"/>
        </w:rPr>
        <w:br/>
        <w:t>ст. 2329, № 40, ст. 5031</w:t>
      </w:r>
      <w:r>
        <w:rPr>
          <w:rFonts w:ascii="Times New Roman" w:hAnsi="Times New Roman"/>
          <w:sz w:val="28"/>
          <w:szCs w:val="28"/>
        </w:rPr>
        <w:t>).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Обязанность уведомлять работодателя обо всех случаях обращения каких-либо лиц в целях склонения работника к совершению коррупционных правонарушений, за исключением случаев, когда по данным фактам проведена или проводится проверка, возлагается на работника.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Работник, которому стало известно о факте обращения к иным работникам в связи с исполнением должностных обязанностей каких-либо лиц в целях склонения работников к совершению коррупционных правонарушений, уведомля</w:t>
      </w:r>
      <w:r>
        <w:rPr>
          <w:rFonts w:ascii="Times New Roman" w:hAnsi="Times New Roman"/>
          <w:sz w:val="28"/>
          <w:szCs w:val="28"/>
        </w:rPr>
        <w:t>ет</w:t>
      </w:r>
      <w:r w:rsidRPr="009C383F">
        <w:rPr>
          <w:rFonts w:ascii="Times New Roman" w:hAnsi="Times New Roman"/>
          <w:sz w:val="28"/>
          <w:szCs w:val="28"/>
        </w:rPr>
        <w:t xml:space="preserve"> об этом работодателя в соответствии </w:t>
      </w:r>
      <w:r>
        <w:rPr>
          <w:rFonts w:ascii="Times New Roman" w:hAnsi="Times New Roman"/>
          <w:sz w:val="28"/>
          <w:szCs w:val="28"/>
        </w:rPr>
        <w:br/>
      </w:r>
      <w:r w:rsidRPr="009C383F">
        <w:rPr>
          <w:rFonts w:ascii="Times New Roman" w:hAnsi="Times New Roman"/>
          <w:sz w:val="28"/>
          <w:szCs w:val="28"/>
        </w:rPr>
        <w:t>с Порядком.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II. Порядок уведомления работодателя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 xml:space="preserve">При получении работником предложения о совершении коррупционного правонарушения он обязан незамедлительно, а если указанное предложение поступило вне рабочего времени, незамедлительно при первой возможности представить в структурное подразделение или должностному лицу, ответственному за работу по профилактике коррупционных и иных правонарушений, уведомление о факте обращения в целях склонения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9C383F">
        <w:rPr>
          <w:rFonts w:ascii="Times New Roman" w:hAnsi="Times New Roman"/>
          <w:sz w:val="28"/>
          <w:szCs w:val="28"/>
        </w:rPr>
        <w:t>к совершению коррупционных правонарушений (далее - уведомление).</w:t>
      </w:r>
    </w:p>
    <w:p w:rsidR="0058530E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Уведомление (</w:t>
      </w:r>
      <w:hyperlink w:anchor="Par97" w:history="1">
        <w:r w:rsidRPr="009C383F">
          <w:rPr>
            <w:rFonts w:ascii="Times New Roman" w:hAnsi="Times New Roman"/>
            <w:sz w:val="28"/>
            <w:szCs w:val="28"/>
          </w:rPr>
          <w:t>приложение № 1</w:t>
        </w:r>
      </w:hyperlink>
      <w:r w:rsidRPr="009C383F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9C383F">
        <w:rPr>
          <w:rFonts w:ascii="Times New Roman" w:hAnsi="Times New Roman"/>
          <w:sz w:val="28"/>
          <w:szCs w:val="28"/>
        </w:rPr>
        <w:t xml:space="preserve">Порядку) представляется </w:t>
      </w:r>
      <w:r>
        <w:rPr>
          <w:rFonts w:ascii="Times New Roman" w:hAnsi="Times New Roman"/>
          <w:sz w:val="28"/>
          <w:szCs w:val="28"/>
        </w:rPr>
        <w:br/>
      </w:r>
      <w:r w:rsidRPr="009C383F">
        <w:rPr>
          <w:rFonts w:ascii="Times New Roman" w:hAnsi="Times New Roman"/>
          <w:sz w:val="28"/>
          <w:szCs w:val="28"/>
        </w:rPr>
        <w:t>в письменном виде в двух экземплярах.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III. Перечень сведений, содержащихся в уведомлении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В уведомлении указывается: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должность, фамилия, имя, отчество (при наличии) руководителя организации, на имя которого направляется уведомление;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фамилия, имя, отчество (при наличии), должность, номер телефона работника;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все известные сведения о лице, склоняющем к совершению коррупционного правонарушения;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сущность предполагаемого коррупционного правонарушения;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способ склонения к совершению коррупционного правонарушения;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дата, место, время склонения к совершению коррупционного правонарушения;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обстоятельства склонения к совершению коррупционного правонарушения;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8)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дополнительные имеющиеся по факту склонения к совершению коррупционного правонарушени</w:t>
      </w:r>
      <w:r>
        <w:rPr>
          <w:rFonts w:ascii="Times New Roman" w:hAnsi="Times New Roman"/>
          <w:sz w:val="28"/>
          <w:szCs w:val="28"/>
        </w:rPr>
        <w:t>я</w:t>
      </w:r>
      <w:r w:rsidRPr="009C383F">
        <w:rPr>
          <w:rFonts w:ascii="Times New Roman" w:hAnsi="Times New Roman"/>
          <w:sz w:val="28"/>
          <w:szCs w:val="28"/>
        </w:rPr>
        <w:t xml:space="preserve"> документы.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Уведомление должно быть лично подписано работником с указанием даты его составления.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IV. Регистрация уведомлений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Структурное подразделение или должностное лицо организации, ответственное за работу по профилактике коррупционных и иных правонарушений, ведет прием, регистрацию и учет поступивших уведомлений, обеспечивает конфиденциальность и сохранность данных, полученных от работника, склоняемого к совершению коррупционного правонарушения, а также несет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 xml:space="preserve">Уведомление регистрируется в журнале регистрации уведомлений о фактах обращения в целях склонения работников к совершению коррупционных правонарушений (далее - Журнал) согласно приложению </w:t>
      </w:r>
      <w:r>
        <w:rPr>
          <w:rFonts w:ascii="Times New Roman" w:hAnsi="Times New Roman"/>
          <w:sz w:val="28"/>
          <w:szCs w:val="28"/>
        </w:rPr>
        <w:br/>
      </w:r>
      <w:r w:rsidRPr="009C383F">
        <w:rPr>
          <w:rFonts w:ascii="Times New Roman" w:hAnsi="Times New Roman"/>
          <w:sz w:val="28"/>
          <w:szCs w:val="28"/>
        </w:rPr>
        <w:t xml:space="preserve">№ 2 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9C383F">
        <w:rPr>
          <w:rFonts w:ascii="Times New Roman" w:hAnsi="Times New Roman"/>
          <w:sz w:val="28"/>
          <w:szCs w:val="28"/>
        </w:rPr>
        <w:t xml:space="preserve">Порядку, который хранится в месте, защищенном </w:t>
      </w:r>
      <w:r>
        <w:rPr>
          <w:rFonts w:ascii="Times New Roman" w:hAnsi="Times New Roman"/>
          <w:sz w:val="28"/>
          <w:szCs w:val="28"/>
        </w:rPr>
        <w:br/>
      </w:r>
      <w:r w:rsidRPr="009C383F">
        <w:rPr>
          <w:rFonts w:ascii="Times New Roman" w:hAnsi="Times New Roman"/>
          <w:sz w:val="28"/>
          <w:szCs w:val="28"/>
        </w:rPr>
        <w:t>от несанкционированного доступа. Журнал должен быть зарегистрирован, прошит, пронумерован и заверен печатью и подписью ответственного за профилактику коррупционных и иных правонарушений лица. В Журнал вносится запись о регистрационном номере уведомления, дате и времени регистрации уведомления, фамилии, имени, отчестве</w:t>
      </w:r>
      <w:r>
        <w:rPr>
          <w:rFonts w:ascii="Times New Roman" w:hAnsi="Times New Roman"/>
          <w:sz w:val="28"/>
          <w:szCs w:val="28"/>
        </w:rPr>
        <w:t xml:space="preserve"> (при наличии)</w:t>
      </w:r>
      <w:r w:rsidRPr="009C383F">
        <w:rPr>
          <w:rFonts w:ascii="Times New Roman" w:hAnsi="Times New Roman"/>
          <w:sz w:val="28"/>
          <w:szCs w:val="28"/>
        </w:rPr>
        <w:t xml:space="preserve"> работника, представившего уведомление, кратком содержании уведомления, количестве листов уведомления, фамилии, имени, отчестве</w:t>
      </w:r>
      <w:r>
        <w:rPr>
          <w:rFonts w:ascii="Times New Roman" w:hAnsi="Times New Roman"/>
          <w:sz w:val="28"/>
          <w:szCs w:val="28"/>
        </w:rPr>
        <w:t xml:space="preserve"> (при наличии)</w:t>
      </w:r>
      <w:r w:rsidRPr="009C383F">
        <w:rPr>
          <w:rFonts w:ascii="Times New Roman" w:hAnsi="Times New Roman"/>
          <w:sz w:val="28"/>
          <w:szCs w:val="28"/>
        </w:rPr>
        <w:t xml:space="preserve"> работника, зарегистрировавшего уведомление, которые заверяются подписями регистрирующего и представляющего уведомление.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 xml:space="preserve">Первый экземпляр зарегистрированного уведомления в день регистрации структурным подразделением или должностным лицом, ответственным за работу по профилактике коррупционных и иных правонарушений, </w:t>
      </w:r>
      <w:r>
        <w:rPr>
          <w:rFonts w:ascii="Times New Roman" w:hAnsi="Times New Roman"/>
          <w:sz w:val="28"/>
          <w:szCs w:val="28"/>
        </w:rPr>
        <w:t>направляется</w:t>
      </w:r>
      <w:r w:rsidRPr="009C383F">
        <w:rPr>
          <w:rFonts w:ascii="Times New Roman" w:hAnsi="Times New Roman"/>
          <w:sz w:val="28"/>
          <w:szCs w:val="28"/>
        </w:rPr>
        <w:t xml:space="preserve"> работодателю, второй экземпляр </w:t>
      </w:r>
      <w:r>
        <w:rPr>
          <w:rFonts w:ascii="Times New Roman" w:hAnsi="Times New Roman"/>
          <w:sz w:val="28"/>
          <w:szCs w:val="28"/>
        </w:rPr>
        <w:br/>
      </w:r>
      <w:r w:rsidRPr="009C383F">
        <w:rPr>
          <w:rFonts w:ascii="Times New Roman" w:hAnsi="Times New Roman"/>
          <w:sz w:val="28"/>
          <w:szCs w:val="28"/>
        </w:rPr>
        <w:t xml:space="preserve">с указанием регистрационного номера, даты, заверенный подписью работника, зарегистрировавшего уведомление, </w:t>
      </w:r>
      <w:r>
        <w:rPr>
          <w:rFonts w:ascii="Times New Roman" w:hAnsi="Times New Roman"/>
          <w:sz w:val="28"/>
          <w:szCs w:val="28"/>
        </w:rPr>
        <w:t>возвращается</w:t>
      </w:r>
      <w:r w:rsidRPr="009C383F">
        <w:rPr>
          <w:rFonts w:ascii="Times New Roman" w:hAnsi="Times New Roman"/>
          <w:sz w:val="28"/>
          <w:szCs w:val="28"/>
        </w:rPr>
        <w:t xml:space="preserve"> работнику для подтверждения принятия и регистрации уведомления.</w:t>
      </w:r>
    </w:p>
    <w:p w:rsidR="0058530E" w:rsidRPr="009C383F" w:rsidRDefault="005853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Работодатель по результатам рассмотрения уведомления принимает решение об организации проверки содержащихся в уведомлении сведений и назначает ответственное за проведение проверки факта обращения в целях склонения работника к совершению коррупционных правонарушений должностное лицо.</w:t>
      </w:r>
    </w:p>
    <w:p w:rsidR="0058530E" w:rsidRPr="009C383F" w:rsidRDefault="0058530E">
      <w:pPr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br w:type="page"/>
      </w:r>
    </w:p>
    <w:p w:rsidR="0058530E" w:rsidRPr="00EE70A6" w:rsidRDefault="0058530E" w:rsidP="0063301A">
      <w:pPr>
        <w:widowControl w:val="0"/>
        <w:autoSpaceDE w:val="0"/>
        <w:autoSpaceDN w:val="0"/>
        <w:adjustRightInd w:val="0"/>
        <w:spacing w:after="0" w:line="240" w:lineRule="auto"/>
        <w:ind w:left="4395"/>
        <w:outlineLvl w:val="1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>Приложение № 1</w:t>
      </w:r>
    </w:p>
    <w:p w:rsidR="0058530E" w:rsidRPr="00EE70A6" w:rsidRDefault="0058530E" w:rsidP="0063301A">
      <w:pPr>
        <w:widowControl w:val="0"/>
        <w:autoSpaceDE w:val="0"/>
        <w:autoSpaceDN w:val="0"/>
        <w:adjustRightInd w:val="0"/>
        <w:spacing w:after="0" w:line="240" w:lineRule="auto"/>
        <w:ind w:left="4395"/>
        <w:outlineLvl w:val="1"/>
        <w:rPr>
          <w:rFonts w:ascii="Times New Roman" w:hAnsi="Times New Roman"/>
          <w:sz w:val="28"/>
          <w:szCs w:val="24"/>
        </w:rPr>
      </w:pPr>
    </w:p>
    <w:p w:rsidR="0058530E" w:rsidRPr="00EE70A6" w:rsidRDefault="0058530E" w:rsidP="0063301A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>к Порядку уведомления работодателя</w:t>
      </w:r>
    </w:p>
    <w:p w:rsidR="0058530E" w:rsidRPr="00EE70A6" w:rsidRDefault="0058530E" w:rsidP="0063301A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>о фактах обращения в целях склонения</w:t>
      </w:r>
    </w:p>
    <w:p w:rsidR="0058530E" w:rsidRPr="00EE70A6" w:rsidRDefault="0058530E" w:rsidP="0063301A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>работников организаций, созданных</w:t>
      </w:r>
    </w:p>
    <w:p w:rsidR="0058530E" w:rsidRPr="00EE70A6" w:rsidRDefault="0058530E" w:rsidP="0063301A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>для выполнения задач, поставленных</w:t>
      </w:r>
    </w:p>
    <w:p w:rsidR="0058530E" w:rsidRPr="00EE70A6" w:rsidRDefault="0058530E" w:rsidP="0063301A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 xml:space="preserve">перед </w:t>
      </w:r>
      <w:r>
        <w:rPr>
          <w:rFonts w:ascii="Times New Roman" w:hAnsi="Times New Roman"/>
          <w:bCs/>
          <w:sz w:val="28"/>
        </w:rPr>
        <w:t>Министерством сельского хозяйства Российской Федерации</w:t>
      </w:r>
      <w:r w:rsidRPr="00EE70A6">
        <w:rPr>
          <w:rFonts w:ascii="Times New Roman" w:hAnsi="Times New Roman"/>
          <w:sz w:val="28"/>
          <w:szCs w:val="24"/>
        </w:rPr>
        <w:t xml:space="preserve">, </w:t>
      </w:r>
      <w:r>
        <w:rPr>
          <w:rFonts w:ascii="Times New Roman" w:hAnsi="Times New Roman"/>
          <w:sz w:val="28"/>
          <w:szCs w:val="24"/>
        </w:rPr>
        <w:br/>
      </w:r>
      <w:r w:rsidRPr="00EE70A6">
        <w:rPr>
          <w:rFonts w:ascii="Times New Roman" w:hAnsi="Times New Roman"/>
          <w:sz w:val="28"/>
          <w:szCs w:val="24"/>
        </w:rPr>
        <w:t>к совершению коррупционных</w:t>
      </w:r>
    </w:p>
    <w:p w:rsidR="0058530E" w:rsidRPr="00EE70A6" w:rsidRDefault="0058530E" w:rsidP="0063301A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>правонарушений, утвержденному</w:t>
      </w:r>
    </w:p>
    <w:p w:rsidR="0058530E" w:rsidRDefault="0058530E" w:rsidP="0063301A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>приказом Минсельхоза России</w:t>
      </w:r>
    </w:p>
    <w:p w:rsidR="0058530E" w:rsidRPr="00EE70A6" w:rsidRDefault="0058530E" w:rsidP="0063301A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9C38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9C38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</w:p>
    <w:p w:rsidR="0058530E" w:rsidRPr="00EE70A6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58530E" w:rsidRPr="00EE70A6" w:rsidRDefault="0058530E" w:rsidP="0063301A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>Рекомендуемый образец</w:t>
      </w:r>
    </w:p>
    <w:p w:rsidR="0058530E" w:rsidRPr="00EE70A6" w:rsidRDefault="0058530E" w:rsidP="0063301A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hAnsi="Times New Roman"/>
          <w:sz w:val="28"/>
          <w:szCs w:val="24"/>
        </w:rPr>
      </w:pPr>
    </w:p>
    <w:p w:rsidR="0058530E" w:rsidRPr="00EE70A6" w:rsidRDefault="0058530E" w:rsidP="0063301A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</w:t>
      </w:r>
      <w:r w:rsidRPr="00EE70A6">
        <w:rPr>
          <w:rFonts w:ascii="Times New Roman" w:hAnsi="Times New Roman" w:cs="Times New Roman"/>
          <w:sz w:val="28"/>
          <w:szCs w:val="24"/>
        </w:rPr>
        <w:t>___________________</w:t>
      </w:r>
    </w:p>
    <w:p w:rsidR="0058530E" w:rsidRPr="00EE70A6" w:rsidRDefault="0058530E" w:rsidP="0063301A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8"/>
          <w:szCs w:val="24"/>
        </w:rPr>
      </w:pPr>
      <w:r w:rsidRPr="00EE70A6">
        <w:rPr>
          <w:rFonts w:ascii="Times New Roman" w:hAnsi="Times New Roman" w:cs="Times New Roman"/>
          <w:sz w:val="28"/>
          <w:szCs w:val="24"/>
        </w:rPr>
        <w:t>________________________________</w:t>
      </w:r>
    </w:p>
    <w:p w:rsidR="0058530E" w:rsidRPr="00EE70A6" w:rsidRDefault="0058530E" w:rsidP="0063301A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8"/>
          <w:szCs w:val="24"/>
        </w:rPr>
      </w:pPr>
      <w:r w:rsidRPr="00EE70A6">
        <w:rPr>
          <w:rFonts w:ascii="Times New Roman" w:hAnsi="Times New Roman" w:cs="Times New Roman"/>
          <w:sz w:val="28"/>
          <w:szCs w:val="24"/>
        </w:rPr>
        <w:t>________________________________</w:t>
      </w:r>
    </w:p>
    <w:p w:rsidR="0058530E" w:rsidRPr="00EE70A6" w:rsidRDefault="0058530E" w:rsidP="0063301A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8"/>
          <w:szCs w:val="24"/>
          <w:vertAlign w:val="superscript"/>
        </w:rPr>
      </w:pPr>
      <w:r w:rsidRPr="00EE70A6">
        <w:rPr>
          <w:rFonts w:ascii="Times New Roman" w:hAnsi="Times New Roman" w:cs="Times New Roman"/>
          <w:sz w:val="28"/>
          <w:szCs w:val="24"/>
          <w:vertAlign w:val="superscript"/>
        </w:rPr>
        <w:t xml:space="preserve">      </w:t>
      </w:r>
      <w:r>
        <w:rPr>
          <w:rFonts w:ascii="Times New Roman" w:hAnsi="Times New Roman" w:cs="Times New Roman"/>
          <w:sz w:val="28"/>
          <w:szCs w:val="24"/>
          <w:vertAlign w:val="superscript"/>
        </w:rPr>
        <w:t xml:space="preserve">               </w:t>
      </w:r>
      <w:r w:rsidRPr="00EE70A6">
        <w:rPr>
          <w:rFonts w:ascii="Times New Roman" w:hAnsi="Times New Roman" w:cs="Times New Roman"/>
          <w:sz w:val="28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4"/>
          <w:vertAlign w:val="superscript"/>
        </w:rPr>
        <w:t xml:space="preserve">должность, </w:t>
      </w:r>
      <w:r w:rsidRPr="00EE70A6">
        <w:rPr>
          <w:rFonts w:ascii="Times New Roman" w:hAnsi="Times New Roman" w:cs="Times New Roman"/>
          <w:sz w:val="28"/>
          <w:szCs w:val="24"/>
          <w:vertAlign w:val="superscript"/>
        </w:rPr>
        <w:t>Ф.И.О.</w:t>
      </w:r>
      <w:r>
        <w:rPr>
          <w:rFonts w:ascii="Times New Roman" w:hAnsi="Times New Roman" w:cs="Times New Roman"/>
          <w:sz w:val="28"/>
          <w:szCs w:val="24"/>
          <w:vertAlign w:val="superscript"/>
        </w:rPr>
        <w:t xml:space="preserve"> работодателя</w:t>
      </w:r>
      <w:r w:rsidRPr="00EE70A6">
        <w:rPr>
          <w:rFonts w:ascii="Times New Roman" w:hAnsi="Times New Roman" w:cs="Times New Roman"/>
          <w:sz w:val="28"/>
          <w:szCs w:val="24"/>
          <w:vertAlign w:val="superscript"/>
        </w:rPr>
        <w:t>)</w:t>
      </w:r>
    </w:p>
    <w:p w:rsidR="0058530E" w:rsidRPr="00EE70A6" w:rsidRDefault="0058530E" w:rsidP="0063301A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8"/>
          <w:szCs w:val="24"/>
        </w:rPr>
      </w:pPr>
      <w:r w:rsidRPr="00EE70A6">
        <w:rPr>
          <w:rFonts w:ascii="Times New Roman" w:hAnsi="Times New Roman" w:cs="Times New Roman"/>
          <w:sz w:val="28"/>
          <w:szCs w:val="24"/>
        </w:rPr>
        <w:t>от _____________________________</w:t>
      </w:r>
    </w:p>
    <w:p w:rsidR="0058530E" w:rsidRPr="00EE70A6" w:rsidRDefault="0058530E" w:rsidP="0063301A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8"/>
          <w:szCs w:val="24"/>
          <w:vertAlign w:val="superscript"/>
        </w:rPr>
      </w:pPr>
      <w:r>
        <w:rPr>
          <w:rFonts w:ascii="Times New Roman" w:hAnsi="Times New Roman" w:cs="Times New Roman"/>
          <w:sz w:val="28"/>
          <w:szCs w:val="24"/>
          <w:vertAlign w:val="superscript"/>
        </w:rPr>
        <w:t xml:space="preserve">          </w:t>
      </w:r>
      <w:r w:rsidRPr="00EE70A6">
        <w:rPr>
          <w:rFonts w:ascii="Times New Roman" w:hAnsi="Times New Roman" w:cs="Times New Roman"/>
          <w:sz w:val="28"/>
          <w:szCs w:val="24"/>
          <w:vertAlign w:val="superscript"/>
        </w:rPr>
        <w:t>(Ф.И.О.</w:t>
      </w:r>
      <w:r>
        <w:rPr>
          <w:rFonts w:ascii="Times New Roman" w:hAnsi="Times New Roman" w:cs="Times New Roman"/>
          <w:sz w:val="28"/>
          <w:szCs w:val="24"/>
          <w:vertAlign w:val="superscript"/>
        </w:rPr>
        <w:t xml:space="preserve"> работника</w:t>
      </w:r>
      <w:r w:rsidRPr="00EE70A6">
        <w:rPr>
          <w:rFonts w:ascii="Times New Roman" w:hAnsi="Times New Roman" w:cs="Times New Roman"/>
          <w:sz w:val="28"/>
          <w:szCs w:val="24"/>
          <w:vertAlign w:val="superscript"/>
        </w:rPr>
        <w:t>, должность,</w:t>
      </w:r>
      <w:r>
        <w:rPr>
          <w:rFonts w:ascii="Times New Roman" w:hAnsi="Times New Roman" w:cs="Times New Roman"/>
          <w:sz w:val="28"/>
          <w:szCs w:val="24"/>
          <w:vertAlign w:val="superscript"/>
        </w:rPr>
        <w:t xml:space="preserve"> номер</w:t>
      </w:r>
      <w:r w:rsidRPr="00EE70A6">
        <w:rPr>
          <w:rFonts w:ascii="Times New Roman" w:hAnsi="Times New Roman" w:cs="Times New Roman"/>
          <w:sz w:val="28"/>
          <w:szCs w:val="24"/>
          <w:vertAlign w:val="superscript"/>
        </w:rPr>
        <w:t xml:space="preserve"> телефон</w:t>
      </w:r>
      <w:r>
        <w:rPr>
          <w:rFonts w:ascii="Times New Roman" w:hAnsi="Times New Roman" w:cs="Times New Roman"/>
          <w:sz w:val="28"/>
          <w:szCs w:val="24"/>
          <w:vertAlign w:val="superscript"/>
        </w:rPr>
        <w:t>а</w:t>
      </w:r>
      <w:r w:rsidRPr="00EE70A6">
        <w:rPr>
          <w:rFonts w:ascii="Times New Roman" w:hAnsi="Times New Roman" w:cs="Times New Roman"/>
          <w:sz w:val="28"/>
          <w:szCs w:val="24"/>
          <w:vertAlign w:val="superscript"/>
        </w:rPr>
        <w:t>)</w:t>
      </w:r>
    </w:p>
    <w:p w:rsidR="0058530E" w:rsidRPr="00EE70A6" w:rsidRDefault="0058530E">
      <w:pPr>
        <w:pStyle w:val="ConsPlusNonformat"/>
        <w:rPr>
          <w:rFonts w:ascii="Times New Roman" w:hAnsi="Times New Roman" w:cs="Times New Roman"/>
          <w:sz w:val="28"/>
          <w:szCs w:val="24"/>
        </w:rPr>
      </w:pPr>
    </w:p>
    <w:p w:rsidR="0058530E" w:rsidRPr="00EE70A6" w:rsidRDefault="0058530E" w:rsidP="003F365A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bookmarkStart w:id="2" w:name="Par97"/>
      <w:bookmarkEnd w:id="2"/>
      <w:r w:rsidRPr="00EE70A6">
        <w:rPr>
          <w:rFonts w:ascii="Times New Roman" w:hAnsi="Times New Roman" w:cs="Times New Roman"/>
          <w:sz w:val="28"/>
          <w:szCs w:val="24"/>
        </w:rPr>
        <w:t>Уведомление</w:t>
      </w:r>
    </w:p>
    <w:p w:rsidR="0058530E" w:rsidRPr="00EE70A6" w:rsidRDefault="0058530E" w:rsidP="003F365A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EE70A6">
        <w:rPr>
          <w:rFonts w:ascii="Times New Roman" w:hAnsi="Times New Roman" w:cs="Times New Roman"/>
          <w:sz w:val="28"/>
          <w:szCs w:val="24"/>
        </w:rPr>
        <w:t>о факте обращения в целях склонения работника</w:t>
      </w:r>
    </w:p>
    <w:p w:rsidR="0058530E" w:rsidRPr="00EE70A6" w:rsidRDefault="0058530E" w:rsidP="003F365A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EE70A6">
        <w:rPr>
          <w:rFonts w:ascii="Times New Roman" w:hAnsi="Times New Roman" w:cs="Times New Roman"/>
          <w:sz w:val="28"/>
          <w:szCs w:val="24"/>
        </w:rPr>
        <w:t>к совершению коррупционных правонарушений</w:t>
      </w:r>
    </w:p>
    <w:p w:rsidR="0058530E" w:rsidRPr="00EE70A6" w:rsidRDefault="0058530E">
      <w:pPr>
        <w:pStyle w:val="ConsPlusNonformat"/>
        <w:rPr>
          <w:rFonts w:ascii="Times New Roman" w:hAnsi="Times New Roman" w:cs="Times New Roman"/>
          <w:sz w:val="28"/>
          <w:szCs w:val="24"/>
        </w:rPr>
      </w:pPr>
    </w:p>
    <w:p w:rsidR="0058530E" w:rsidRPr="00EE70A6" w:rsidRDefault="0058530E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EE70A6">
        <w:rPr>
          <w:rFonts w:ascii="Times New Roman" w:hAnsi="Times New Roman" w:cs="Times New Roman"/>
          <w:sz w:val="28"/>
          <w:szCs w:val="24"/>
        </w:rPr>
        <w:t xml:space="preserve">    Сообщаю, что:</w:t>
      </w:r>
    </w:p>
    <w:p w:rsidR="0058530E" w:rsidRPr="009E20E7" w:rsidRDefault="005853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58530E" w:rsidRPr="005277CB" w:rsidRDefault="0058530E" w:rsidP="005700F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обстоятельства склонения к совершению коррупционного правонарушения)</w:t>
      </w:r>
    </w:p>
    <w:p w:rsidR="0058530E" w:rsidRPr="009E20E7" w:rsidRDefault="0058530E" w:rsidP="005700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8530E" w:rsidRPr="009E20E7" w:rsidRDefault="0058530E" w:rsidP="005700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8530E" w:rsidRPr="009E20E7" w:rsidRDefault="0058530E" w:rsidP="005700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8530E" w:rsidRPr="009E20E7" w:rsidRDefault="0058530E" w:rsidP="005700F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8530E" w:rsidRPr="005277CB" w:rsidRDefault="0058530E" w:rsidP="005700F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(дата, место, время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склонения к совершению коррупционного правонарушения</w:t>
      </w: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58530E" w:rsidRPr="009E20E7" w:rsidRDefault="005853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E20E7">
        <w:rPr>
          <w:rFonts w:ascii="Times New Roman" w:hAnsi="Times New Roman" w:cs="Times New Roman"/>
          <w:sz w:val="24"/>
          <w:szCs w:val="24"/>
        </w:rPr>
        <w:t>)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58530E" w:rsidRDefault="0058530E" w:rsidP="005700F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(все известные сведения о лице,</w:t>
      </w:r>
    </w:p>
    <w:p w:rsidR="0058530E" w:rsidRPr="009E20E7" w:rsidRDefault="0058530E" w:rsidP="00C2128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E20E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E20E7">
        <w:rPr>
          <w:rFonts w:ascii="Times New Roman" w:hAnsi="Times New Roman" w:cs="Times New Roman"/>
          <w:sz w:val="24"/>
          <w:szCs w:val="24"/>
        </w:rPr>
        <w:t>__</w:t>
      </w:r>
    </w:p>
    <w:p w:rsidR="0058530E" w:rsidRPr="005277CB" w:rsidRDefault="0058530E" w:rsidP="005700F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 xml:space="preserve">склоняющем к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совершению </w:t>
      </w: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коррупционно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го</w:t>
      </w: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 xml:space="preserve"> правонарушени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я</w:t>
      </w: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58530E" w:rsidRDefault="005853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Pr="009E20E7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E20E7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E20E7">
        <w:rPr>
          <w:rFonts w:ascii="Times New Roman" w:hAnsi="Times New Roman" w:cs="Times New Roman"/>
          <w:sz w:val="24"/>
          <w:szCs w:val="24"/>
        </w:rPr>
        <w:t>__;</w:t>
      </w:r>
    </w:p>
    <w:p w:rsidR="0058530E" w:rsidRDefault="0058530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30E" w:rsidRDefault="005853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__________________________________________________________________________</w:t>
      </w:r>
    </w:p>
    <w:p w:rsidR="0058530E" w:rsidRDefault="005853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__________________________________________________________________________________________________________________________________________________________;</w:t>
      </w:r>
    </w:p>
    <w:p w:rsidR="0058530E" w:rsidRPr="006823BA" w:rsidRDefault="0058530E" w:rsidP="006823B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6823BA">
        <w:rPr>
          <w:rFonts w:ascii="Times New Roman" w:hAnsi="Times New Roman" w:cs="Times New Roman"/>
          <w:sz w:val="24"/>
          <w:szCs w:val="24"/>
          <w:vertAlign w:val="superscript"/>
        </w:rPr>
        <w:t>(сущность предполагаемого коррупционного правонарушения)</w:t>
      </w:r>
    </w:p>
    <w:p w:rsidR="0058530E" w:rsidRDefault="0058530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30E" w:rsidRPr="009E20E7" w:rsidRDefault="005853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4)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E20E7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58530E" w:rsidRDefault="0058530E" w:rsidP="007671D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способ склонения к совершению коррупционного правонарушения</w:t>
      </w: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58530E" w:rsidRDefault="0058530E" w:rsidP="00DD27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E20E7">
        <w:rPr>
          <w:rFonts w:ascii="Times New Roman" w:hAnsi="Times New Roman" w:cs="Times New Roman"/>
          <w:sz w:val="24"/>
          <w:szCs w:val="24"/>
        </w:rPr>
        <w:t>) __________________________________________________________________________</w:t>
      </w:r>
    </w:p>
    <w:p w:rsidR="0058530E" w:rsidRPr="009E20E7" w:rsidRDefault="0058530E" w:rsidP="00DD27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Pr="009E20E7">
        <w:rPr>
          <w:rFonts w:ascii="Times New Roman" w:hAnsi="Times New Roman" w:cs="Times New Roman"/>
          <w:sz w:val="24"/>
          <w:szCs w:val="24"/>
        </w:rPr>
        <w:t>.</w:t>
      </w:r>
    </w:p>
    <w:p w:rsidR="0058530E" w:rsidRPr="005277CB" w:rsidRDefault="0058530E" w:rsidP="00DD2736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(дополнительные имеющиеся по факту склонения к совершению коррупционного правонарушения документы</w:t>
      </w: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58530E" w:rsidRPr="005277CB" w:rsidRDefault="0058530E" w:rsidP="005700FC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58530E" w:rsidRPr="009E20E7" w:rsidRDefault="0058530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30E" w:rsidRPr="009E20E7" w:rsidRDefault="005853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 xml:space="preserve">______________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E20E7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8530E" w:rsidRPr="009E20E7" w:rsidRDefault="005853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00FC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 w:rsidRPr="005700FC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 w:rsidRPr="009E20E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5700FC">
        <w:rPr>
          <w:rFonts w:ascii="Times New Roman" w:hAnsi="Times New Roman" w:cs="Times New Roman"/>
          <w:sz w:val="24"/>
          <w:szCs w:val="24"/>
          <w:vertAlign w:val="superscript"/>
        </w:rPr>
        <w:t>(инициалы и фамилия)</w:t>
      </w:r>
    </w:p>
    <w:p w:rsidR="0058530E" w:rsidRPr="009E20E7" w:rsidRDefault="0058530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30E" w:rsidRPr="009E20E7" w:rsidRDefault="005853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_____________</w:t>
      </w:r>
    </w:p>
    <w:p w:rsidR="0058530E" w:rsidRPr="005700FC" w:rsidRDefault="0058530E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9E20E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700FC">
        <w:rPr>
          <w:rFonts w:ascii="Times New Roman" w:hAnsi="Times New Roman" w:cs="Times New Roman"/>
          <w:sz w:val="24"/>
          <w:szCs w:val="24"/>
          <w:vertAlign w:val="superscript"/>
        </w:rPr>
        <w:t>(дата)</w:t>
      </w:r>
    </w:p>
    <w:p w:rsidR="0058530E" w:rsidRPr="00EE70A6" w:rsidRDefault="0058530E">
      <w:pPr>
        <w:pStyle w:val="ConsPlusNonformat"/>
        <w:rPr>
          <w:rFonts w:ascii="Times New Roman" w:hAnsi="Times New Roman" w:cs="Times New Roman"/>
          <w:sz w:val="28"/>
          <w:szCs w:val="24"/>
        </w:rPr>
      </w:pPr>
    </w:p>
    <w:p w:rsidR="0058530E" w:rsidRPr="00EE70A6" w:rsidRDefault="0058530E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EE70A6">
        <w:rPr>
          <w:rFonts w:ascii="Times New Roman" w:hAnsi="Times New Roman" w:cs="Times New Roman"/>
          <w:sz w:val="28"/>
          <w:szCs w:val="24"/>
        </w:rPr>
        <w:t>Регистрация: № ___________ от «____» ______________ 20___ г.</w:t>
      </w: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8530E" w:rsidRPr="009E20E7" w:rsidRDefault="005853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  <w:sectPr w:rsidR="0058530E" w:rsidRPr="009E20E7" w:rsidSect="00577EA0">
          <w:headerReference w:type="default" r:id="rId6"/>
          <w:headerReference w:type="first" r:id="rId7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58530E" w:rsidRDefault="0058530E" w:rsidP="00EE70A6">
      <w:pPr>
        <w:widowControl w:val="0"/>
        <w:autoSpaceDE w:val="0"/>
        <w:autoSpaceDN w:val="0"/>
        <w:adjustRightInd w:val="0"/>
        <w:spacing w:after="0" w:line="240" w:lineRule="auto"/>
        <w:ind w:left="9072"/>
        <w:outlineLvl w:val="1"/>
        <w:rPr>
          <w:rFonts w:ascii="Times New Roman" w:hAnsi="Times New Roman"/>
          <w:sz w:val="28"/>
          <w:szCs w:val="28"/>
        </w:rPr>
      </w:pPr>
      <w:r w:rsidRPr="00EE70A6">
        <w:rPr>
          <w:rFonts w:ascii="Times New Roman" w:hAnsi="Times New Roman"/>
          <w:sz w:val="28"/>
          <w:szCs w:val="28"/>
        </w:rPr>
        <w:t>Приложение № 2</w:t>
      </w:r>
    </w:p>
    <w:p w:rsidR="0058530E" w:rsidRPr="00EE70A6" w:rsidRDefault="0058530E" w:rsidP="00EE70A6">
      <w:pPr>
        <w:widowControl w:val="0"/>
        <w:autoSpaceDE w:val="0"/>
        <w:autoSpaceDN w:val="0"/>
        <w:adjustRightInd w:val="0"/>
        <w:spacing w:after="0" w:line="240" w:lineRule="auto"/>
        <w:ind w:left="9072"/>
        <w:outlineLvl w:val="1"/>
        <w:rPr>
          <w:rFonts w:ascii="Times New Roman" w:hAnsi="Times New Roman"/>
          <w:sz w:val="28"/>
          <w:szCs w:val="28"/>
        </w:rPr>
      </w:pPr>
    </w:p>
    <w:p w:rsidR="0058530E" w:rsidRPr="00EE70A6" w:rsidRDefault="0058530E" w:rsidP="00EE70A6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EE70A6">
        <w:rPr>
          <w:rFonts w:ascii="Times New Roman" w:hAnsi="Times New Roman"/>
          <w:sz w:val="28"/>
          <w:szCs w:val="28"/>
        </w:rPr>
        <w:t>к Порядку уведомления работодателя</w:t>
      </w:r>
    </w:p>
    <w:p w:rsidR="0058530E" w:rsidRPr="00EE70A6" w:rsidRDefault="0058530E" w:rsidP="00EE70A6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EE70A6">
        <w:rPr>
          <w:rFonts w:ascii="Times New Roman" w:hAnsi="Times New Roman"/>
          <w:sz w:val="28"/>
          <w:szCs w:val="28"/>
        </w:rPr>
        <w:t>о фактах обращения в целях склонения</w:t>
      </w:r>
    </w:p>
    <w:p w:rsidR="0058530E" w:rsidRPr="00EE70A6" w:rsidRDefault="0058530E" w:rsidP="00EE70A6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EE70A6">
        <w:rPr>
          <w:rFonts w:ascii="Times New Roman" w:hAnsi="Times New Roman"/>
          <w:sz w:val="28"/>
          <w:szCs w:val="28"/>
        </w:rPr>
        <w:t>работников организаций, созданных</w:t>
      </w:r>
    </w:p>
    <w:p w:rsidR="0058530E" w:rsidRPr="00EE70A6" w:rsidRDefault="0058530E" w:rsidP="00EE70A6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EE70A6">
        <w:rPr>
          <w:rFonts w:ascii="Times New Roman" w:hAnsi="Times New Roman"/>
          <w:sz w:val="28"/>
          <w:szCs w:val="28"/>
        </w:rPr>
        <w:t>для выполнения задач, поставленных</w:t>
      </w:r>
    </w:p>
    <w:p w:rsidR="0058530E" w:rsidRPr="00EE70A6" w:rsidRDefault="0058530E" w:rsidP="00EE70A6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EE70A6">
        <w:rPr>
          <w:rFonts w:ascii="Times New Roman" w:hAnsi="Times New Roman"/>
          <w:sz w:val="28"/>
          <w:szCs w:val="28"/>
        </w:rPr>
        <w:t xml:space="preserve">перед </w:t>
      </w:r>
      <w:r>
        <w:rPr>
          <w:rFonts w:ascii="Times New Roman" w:hAnsi="Times New Roman"/>
          <w:bCs/>
          <w:sz w:val="28"/>
          <w:szCs w:val="28"/>
        </w:rPr>
        <w:t>Министерством сельского хозяйства Российской Федерации</w:t>
      </w:r>
      <w:r w:rsidRPr="00EE70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br/>
      </w:r>
      <w:r w:rsidRPr="00EE70A6">
        <w:rPr>
          <w:rFonts w:ascii="Times New Roman" w:hAnsi="Times New Roman"/>
          <w:sz w:val="28"/>
          <w:szCs w:val="28"/>
        </w:rPr>
        <w:t xml:space="preserve"> к совершению коррупционных</w:t>
      </w:r>
    </w:p>
    <w:p w:rsidR="0058530E" w:rsidRPr="00EE70A6" w:rsidRDefault="0058530E" w:rsidP="00EE70A6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EE70A6">
        <w:rPr>
          <w:rFonts w:ascii="Times New Roman" w:hAnsi="Times New Roman"/>
          <w:sz w:val="28"/>
          <w:szCs w:val="28"/>
        </w:rPr>
        <w:t>правонарушений, утвержденному</w:t>
      </w:r>
    </w:p>
    <w:p w:rsidR="0058530E" w:rsidRDefault="0058530E" w:rsidP="00EE70A6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EE70A6">
        <w:rPr>
          <w:rFonts w:ascii="Times New Roman" w:hAnsi="Times New Roman"/>
          <w:sz w:val="28"/>
          <w:szCs w:val="28"/>
        </w:rPr>
        <w:t>приказом Минсельхоза России</w:t>
      </w:r>
    </w:p>
    <w:p w:rsidR="0058530E" w:rsidRPr="00EE70A6" w:rsidRDefault="0058530E" w:rsidP="00724CFF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4"/>
        </w:rPr>
      </w:pPr>
      <w:r w:rsidRPr="009C383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4 декабря 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2013 г</w:t>
        </w:r>
      </w:smartTag>
      <w:r>
        <w:rPr>
          <w:rFonts w:ascii="Times New Roman" w:hAnsi="Times New Roman"/>
          <w:sz w:val="28"/>
          <w:szCs w:val="28"/>
        </w:rPr>
        <w:t>. № 448</w:t>
      </w:r>
    </w:p>
    <w:p w:rsidR="0058530E" w:rsidRPr="00EE70A6" w:rsidRDefault="0058530E" w:rsidP="00EE70A6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</w:p>
    <w:p w:rsidR="0058530E" w:rsidRPr="00EE70A6" w:rsidRDefault="0058530E" w:rsidP="00E418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163"/>
      <w:bookmarkEnd w:id="3"/>
      <w:r w:rsidRPr="00EE70A6">
        <w:rPr>
          <w:rFonts w:ascii="Times New Roman" w:hAnsi="Times New Roman" w:cs="Times New Roman"/>
          <w:sz w:val="28"/>
          <w:szCs w:val="28"/>
        </w:rPr>
        <w:t>Журнал</w:t>
      </w:r>
    </w:p>
    <w:p w:rsidR="0058530E" w:rsidRPr="00EE70A6" w:rsidRDefault="0058530E" w:rsidP="00E418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0A6">
        <w:rPr>
          <w:rFonts w:ascii="Times New Roman" w:hAnsi="Times New Roman" w:cs="Times New Roman"/>
          <w:sz w:val="28"/>
          <w:szCs w:val="28"/>
        </w:rPr>
        <w:t>регистрации уведомлений о фактах</w:t>
      </w:r>
    </w:p>
    <w:p w:rsidR="0058530E" w:rsidRPr="00EE70A6" w:rsidRDefault="0058530E" w:rsidP="00E418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0A6">
        <w:rPr>
          <w:rFonts w:ascii="Times New Roman" w:hAnsi="Times New Roman" w:cs="Times New Roman"/>
          <w:sz w:val="28"/>
          <w:szCs w:val="28"/>
        </w:rPr>
        <w:t>обращения в целях склонения работников</w:t>
      </w:r>
    </w:p>
    <w:p w:rsidR="0058530E" w:rsidRPr="00EE70A6" w:rsidRDefault="0058530E" w:rsidP="00E418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0A6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58530E" w:rsidRPr="00EE70A6" w:rsidRDefault="0058530E" w:rsidP="00E4184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E70A6">
        <w:rPr>
          <w:rFonts w:ascii="Times New Roman" w:hAnsi="Times New Roman" w:cs="Times New Roman"/>
          <w:sz w:val="28"/>
          <w:szCs w:val="28"/>
          <w:vertAlign w:val="superscript"/>
        </w:rPr>
        <w:t>(наименование организации)</w:t>
      </w:r>
    </w:p>
    <w:p w:rsidR="0058530E" w:rsidRPr="00EE70A6" w:rsidRDefault="0058530E" w:rsidP="00E418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0A6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</w:p>
    <w:p w:rsidR="0058530E" w:rsidRPr="00EE70A6" w:rsidRDefault="0058530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8530E" w:rsidRPr="00EE70A6" w:rsidRDefault="005853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E70A6">
        <w:rPr>
          <w:rFonts w:ascii="Times New Roman" w:hAnsi="Times New Roman" w:cs="Times New Roman"/>
          <w:sz w:val="28"/>
          <w:szCs w:val="28"/>
        </w:rPr>
        <w:t xml:space="preserve">                                       Начат: «___» __________ 20__ г.</w:t>
      </w:r>
    </w:p>
    <w:p w:rsidR="0058530E" w:rsidRPr="00EE70A6" w:rsidRDefault="005853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E70A6">
        <w:rPr>
          <w:rFonts w:ascii="Times New Roman" w:hAnsi="Times New Roman" w:cs="Times New Roman"/>
          <w:sz w:val="28"/>
          <w:szCs w:val="28"/>
        </w:rPr>
        <w:t xml:space="preserve">                                       Окончен: «___» ________ 20__ г.</w:t>
      </w:r>
    </w:p>
    <w:p w:rsidR="0058530E" w:rsidRPr="00EE70A6" w:rsidRDefault="005853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E70A6">
        <w:rPr>
          <w:rFonts w:ascii="Times New Roman" w:hAnsi="Times New Roman" w:cs="Times New Roman"/>
          <w:sz w:val="28"/>
          <w:szCs w:val="28"/>
        </w:rPr>
        <w:t xml:space="preserve">                                       На «___» листах</w:t>
      </w:r>
    </w:p>
    <w:p w:rsidR="0058530E" w:rsidRPr="00EE70A6" w:rsidRDefault="00585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832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1591"/>
        <w:gridCol w:w="1653"/>
        <w:gridCol w:w="1680"/>
        <w:gridCol w:w="1680"/>
        <w:gridCol w:w="1443"/>
        <w:gridCol w:w="2182"/>
        <w:gridCol w:w="2158"/>
        <w:gridCol w:w="1705"/>
        <w:gridCol w:w="1200"/>
      </w:tblGrid>
      <w:tr w:rsidR="0058530E" w:rsidRPr="00037141" w:rsidTr="0046051F">
        <w:trPr>
          <w:tblCellSpacing w:w="5" w:type="nil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Регистрационный номер уведомления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Дата и время регистрации уведомления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Ф.И.О., должность подавшего уведомление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Краткое содержание уведомления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Количество листов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Ф.И.О. регистрирующего уведомление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Подпись регистрирующего уведомление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Подпись подавшего уведомление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Особые отметки</w:t>
            </w:r>
          </w:p>
        </w:tc>
      </w:tr>
      <w:tr w:rsidR="0058530E" w:rsidRPr="00037141" w:rsidTr="0046051F">
        <w:trPr>
          <w:tblCellSpacing w:w="5" w:type="nil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58530E" w:rsidRPr="00037141" w:rsidTr="0046051F">
        <w:trPr>
          <w:tblCellSpacing w:w="5" w:type="nil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0E" w:rsidRPr="00037141" w:rsidRDefault="00585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8530E" w:rsidRPr="009E20E7" w:rsidRDefault="0058530E">
      <w:pPr>
        <w:rPr>
          <w:rFonts w:ascii="Times New Roman" w:hAnsi="Times New Roman"/>
          <w:sz w:val="24"/>
          <w:szCs w:val="24"/>
        </w:rPr>
      </w:pPr>
    </w:p>
    <w:sectPr w:rsidR="0058530E" w:rsidRPr="009E20E7" w:rsidSect="00EE70A6">
      <w:pgSz w:w="16838" w:h="11905" w:orient="landscape"/>
      <w:pgMar w:top="709" w:right="1134" w:bottom="850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30E" w:rsidRDefault="0058530E" w:rsidP="00105324">
      <w:pPr>
        <w:spacing w:after="0" w:line="240" w:lineRule="auto"/>
      </w:pPr>
      <w:r>
        <w:separator/>
      </w:r>
    </w:p>
  </w:endnote>
  <w:endnote w:type="continuationSeparator" w:id="0">
    <w:p w:rsidR="0058530E" w:rsidRDefault="0058530E" w:rsidP="00105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30E" w:rsidRDefault="0058530E" w:rsidP="00105324">
      <w:pPr>
        <w:spacing w:after="0" w:line="240" w:lineRule="auto"/>
      </w:pPr>
      <w:r>
        <w:separator/>
      </w:r>
    </w:p>
  </w:footnote>
  <w:footnote w:type="continuationSeparator" w:id="0">
    <w:p w:rsidR="0058530E" w:rsidRDefault="0058530E" w:rsidP="00105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30E" w:rsidRPr="008E73E5" w:rsidRDefault="0058530E" w:rsidP="008E73E5">
    <w:pPr>
      <w:pStyle w:val="Header"/>
      <w:jc w:val="center"/>
    </w:pPr>
    <w:r w:rsidRPr="008E73E5">
      <w:rPr>
        <w:rFonts w:ascii="Times New Roman" w:hAnsi="Times New Roman"/>
        <w:sz w:val="28"/>
        <w:szCs w:val="28"/>
      </w:rPr>
      <w:fldChar w:fldCharType="begin"/>
    </w:r>
    <w:r w:rsidRPr="008E73E5">
      <w:rPr>
        <w:rFonts w:ascii="Times New Roman" w:hAnsi="Times New Roman"/>
        <w:sz w:val="28"/>
        <w:szCs w:val="28"/>
      </w:rPr>
      <w:instrText>PAGE   \* MERGEFORMAT</w:instrText>
    </w:r>
    <w:r w:rsidRPr="008E73E5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8E73E5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30E" w:rsidRPr="00577EA0" w:rsidRDefault="0058530E" w:rsidP="00577EA0">
    <w:pPr>
      <w:pStyle w:val="Header"/>
      <w:jc w:val="center"/>
      <w:rPr>
        <w:rFonts w:ascii="Times New Roman" w:hAnsi="Times New Roman"/>
        <w:sz w:val="28"/>
      </w:rPr>
    </w:pPr>
    <w:r w:rsidRPr="00577EA0">
      <w:rPr>
        <w:rFonts w:ascii="Times New Roman" w:hAnsi="Times New Roman"/>
        <w:sz w:val="28"/>
      </w:rPr>
      <w:fldChar w:fldCharType="begin"/>
    </w:r>
    <w:r w:rsidRPr="00577EA0">
      <w:rPr>
        <w:rFonts w:ascii="Times New Roman" w:hAnsi="Times New Roman"/>
        <w:sz w:val="28"/>
      </w:rPr>
      <w:instrText>PAGE   \* MERGEFORMAT</w:instrText>
    </w:r>
    <w:r w:rsidRPr="00577EA0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1</w:t>
    </w:r>
    <w:r w:rsidRPr="00577EA0"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306"/>
    <w:rsid w:val="00037141"/>
    <w:rsid w:val="00056425"/>
    <w:rsid w:val="00105324"/>
    <w:rsid w:val="00143E9B"/>
    <w:rsid w:val="001E294B"/>
    <w:rsid w:val="002422C7"/>
    <w:rsid w:val="00246644"/>
    <w:rsid w:val="00310602"/>
    <w:rsid w:val="003C63AD"/>
    <w:rsid w:val="003F365A"/>
    <w:rsid w:val="00436ED0"/>
    <w:rsid w:val="0046051F"/>
    <w:rsid w:val="004F7152"/>
    <w:rsid w:val="005277CB"/>
    <w:rsid w:val="005464C3"/>
    <w:rsid w:val="005700FC"/>
    <w:rsid w:val="00577EA0"/>
    <w:rsid w:val="0058530E"/>
    <w:rsid w:val="0063301A"/>
    <w:rsid w:val="00653D1A"/>
    <w:rsid w:val="006823BA"/>
    <w:rsid w:val="006B793D"/>
    <w:rsid w:val="00724CFF"/>
    <w:rsid w:val="00753D7B"/>
    <w:rsid w:val="007671DD"/>
    <w:rsid w:val="007851FC"/>
    <w:rsid w:val="00785E5A"/>
    <w:rsid w:val="00791EA2"/>
    <w:rsid w:val="00791EC9"/>
    <w:rsid w:val="007D7C28"/>
    <w:rsid w:val="00813864"/>
    <w:rsid w:val="008439FF"/>
    <w:rsid w:val="008E73E5"/>
    <w:rsid w:val="00975721"/>
    <w:rsid w:val="009A1A2C"/>
    <w:rsid w:val="009B0BFD"/>
    <w:rsid w:val="009C383F"/>
    <w:rsid w:val="009C4F04"/>
    <w:rsid w:val="009E20E7"/>
    <w:rsid w:val="00A22CEB"/>
    <w:rsid w:val="00A309B1"/>
    <w:rsid w:val="00A73957"/>
    <w:rsid w:val="00A81191"/>
    <w:rsid w:val="00A917A7"/>
    <w:rsid w:val="00A96D1B"/>
    <w:rsid w:val="00AC0306"/>
    <w:rsid w:val="00AE2630"/>
    <w:rsid w:val="00AF6812"/>
    <w:rsid w:val="00B579C2"/>
    <w:rsid w:val="00B806BE"/>
    <w:rsid w:val="00B852CA"/>
    <w:rsid w:val="00C21283"/>
    <w:rsid w:val="00C22095"/>
    <w:rsid w:val="00CA38B7"/>
    <w:rsid w:val="00D06E38"/>
    <w:rsid w:val="00D900A1"/>
    <w:rsid w:val="00DB4891"/>
    <w:rsid w:val="00DD2736"/>
    <w:rsid w:val="00E157CD"/>
    <w:rsid w:val="00E3468B"/>
    <w:rsid w:val="00E41846"/>
    <w:rsid w:val="00E51284"/>
    <w:rsid w:val="00E6403A"/>
    <w:rsid w:val="00EE70A6"/>
    <w:rsid w:val="00EF189D"/>
    <w:rsid w:val="00EF1DED"/>
    <w:rsid w:val="00F56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9B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C030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E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05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0532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05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0532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1318</Words>
  <Characters>7514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KiryanovaGV</dc:creator>
  <cp:keywords/>
  <dc:description/>
  <cp:lastModifiedBy>v.lejnin</cp:lastModifiedBy>
  <cp:revision>2</cp:revision>
  <cp:lastPrinted>2014-01-10T05:53:00Z</cp:lastPrinted>
  <dcterms:created xsi:type="dcterms:W3CDTF">2014-02-07T14:40:00Z</dcterms:created>
  <dcterms:modified xsi:type="dcterms:W3CDTF">2014-02-07T14:40:00Z</dcterms:modified>
</cp:coreProperties>
</file>